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731" w:rsidRDefault="00F64688" w:rsidP="00F64688">
      <w:pPr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F64688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F64688" w:rsidRDefault="00F64688" w:rsidP="00F64688">
      <w:pPr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33"/>
        <w:gridCol w:w="6594"/>
      </w:tblGrid>
      <w:tr w:rsidR="009D2333" w:rsidRPr="00CE6E1B" w:rsidTr="00456B85">
        <w:trPr>
          <w:trHeight w:val="1286"/>
        </w:trPr>
        <w:tc>
          <w:tcPr>
            <w:tcW w:w="9427" w:type="dxa"/>
            <w:gridSpan w:val="2"/>
          </w:tcPr>
          <w:p w:rsidR="009D2333" w:rsidRPr="00CE6E1B" w:rsidRDefault="009D2333" w:rsidP="009D23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по исполнению решения восемнадцатого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</w:t>
            </w:r>
          </w:p>
        </w:tc>
      </w:tr>
      <w:tr w:rsidR="009D2333" w:rsidRPr="00CE6E1B" w:rsidTr="003D669D">
        <w:trPr>
          <w:trHeight w:val="3158"/>
        </w:trPr>
        <w:tc>
          <w:tcPr>
            <w:tcW w:w="2833" w:type="dxa"/>
          </w:tcPr>
          <w:p w:rsidR="009D2333" w:rsidRPr="00CE6E1B" w:rsidRDefault="00A354A0" w:rsidP="00DB1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Подпункт </w:t>
            </w:r>
            <w:r w:rsidR="009D2333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пункта 1</w:t>
            </w:r>
          </w:p>
        </w:tc>
        <w:tc>
          <w:tcPr>
            <w:tcW w:w="6594" w:type="dxa"/>
          </w:tcPr>
          <w:p w:rsidR="009D2333" w:rsidRPr="00CE6E1B" w:rsidRDefault="009D2333" w:rsidP="00DB1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Устав муниципального образования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муниципального района Ханты-Мансийского автономного округа – Югры, а также Уставы муниципальных образований городских и сельских поселений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приведены в соответствие с федеральными законами </w:t>
            </w:r>
            <w:r w:rsidR="00C105FB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30</w:t>
            </w:r>
            <w:r w:rsidR="00564D03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декабря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2021 года № 492 – 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 и отдельные законодательные акты Российской Федерации».</w:t>
            </w:r>
          </w:p>
        </w:tc>
      </w:tr>
      <w:tr w:rsidR="009D2333" w:rsidRPr="00CE6E1B" w:rsidTr="003D669D">
        <w:trPr>
          <w:trHeight w:val="1519"/>
        </w:trPr>
        <w:tc>
          <w:tcPr>
            <w:tcW w:w="2833" w:type="dxa"/>
          </w:tcPr>
          <w:p w:rsidR="009D2333" w:rsidRPr="00CE6E1B" w:rsidRDefault="00A354A0" w:rsidP="00A354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Подпункт 2) пункта 1</w:t>
            </w:r>
          </w:p>
        </w:tc>
        <w:tc>
          <w:tcPr>
            <w:tcW w:w="6594" w:type="dxa"/>
          </w:tcPr>
          <w:p w:rsidR="009D2333" w:rsidRPr="00CE6E1B" w:rsidRDefault="00A354A0" w:rsidP="00C105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Муниципальные правовые акты о внесении изменений в Уставы направлены для регистрации </w:t>
            </w:r>
            <w:r w:rsidR="00C105FB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электронном виде на официальную электронную почту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</w:t>
            </w:r>
            <w:r w:rsidR="00C105FB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Министерства юстиции Российской Федерации по Ханты-Мансийскому автономному округу – Югре</w:t>
            </w:r>
            <w:r w:rsidR="00C105FB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D2333" w:rsidRPr="00CE6E1B" w:rsidTr="003D669D">
        <w:trPr>
          <w:trHeight w:val="4669"/>
        </w:trPr>
        <w:tc>
          <w:tcPr>
            <w:tcW w:w="2833" w:type="dxa"/>
          </w:tcPr>
          <w:p w:rsidR="009D2333" w:rsidRPr="00CE6E1B" w:rsidRDefault="00A354A0" w:rsidP="00A354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Подпункт 3) пункта 1</w:t>
            </w:r>
          </w:p>
        </w:tc>
        <w:tc>
          <w:tcPr>
            <w:tcW w:w="6594" w:type="dxa"/>
          </w:tcPr>
          <w:p w:rsidR="009D2333" w:rsidRPr="00CE6E1B" w:rsidRDefault="00A354A0" w:rsidP="00DB1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основании Федерального закона от </w:t>
            </w:r>
            <w:r w:rsidR="00E61958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апреля 2022 года              № 90-ФЗ «О внесении изменений в отдельные законодательные акты Российской Федерации» принято постановление администрации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от 29 июня 2022 года № 1471 «О внесении изменений в постановление администрации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от 04 декабря 2017 года № 2070 «Об утверждении Порядка размещения сведений о доходах, расходах, об имуществе и обязательствах имущественного характера лиц, замещающих должности муниципальной службы органов местного самоуправления муниципального образования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Кондинский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и членов их семей на официальном сайте органов местного самоуправления муниципального образования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Кондинский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 и предоставления этих сведений общероссийским и окружным средствам массовой информации для опубликования»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354A0" w:rsidRPr="00CE6E1B" w:rsidTr="003D669D">
        <w:trPr>
          <w:trHeight w:val="2280"/>
        </w:trPr>
        <w:tc>
          <w:tcPr>
            <w:tcW w:w="2833" w:type="dxa"/>
          </w:tcPr>
          <w:p w:rsidR="00A354A0" w:rsidRPr="00CE6E1B" w:rsidRDefault="00A354A0" w:rsidP="00A354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Подпункт 4) пункта 1</w:t>
            </w:r>
          </w:p>
        </w:tc>
        <w:tc>
          <w:tcPr>
            <w:tcW w:w="6594" w:type="dxa"/>
          </w:tcPr>
          <w:p w:rsidR="00A354A0" w:rsidRPr="00CE6E1B" w:rsidRDefault="00A354A0" w:rsidP="00DB1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Уставы городских и сельских поселений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внесены соответствующие изменения. Приняты решения Советов депутатов поселений о признании утратившими силу Положений об избирательных комиссиях муниципальных образований.</w:t>
            </w:r>
          </w:p>
        </w:tc>
      </w:tr>
      <w:tr w:rsidR="00A354A0" w:rsidRPr="00CE6E1B" w:rsidTr="003D669D">
        <w:trPr>
          <w:trHeight w:val="8495"/>
        </w:trPr>
        <w:tc>
          <w:tcPr>
            <w:tcW w:w="2833" w:type="dxa"/>
          </w:tcPr>
          <w:p w:rsidR="00A354A0" w:rsidRPr="00CE6E1B" w:rsidRDefault="00A354A0" w:rsidP="00A354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Подпункт 5) пункта 1</w:t>
            </w:r>
          </w:p>
        </w:tc>
        <w:tc>
          <w:tcPr>
            <w:tcW w:w="6594" w:type="dxa"/>
          </w:tcPr>
          <w:p w:rsidR="00A354A0" w:rsidRPr="00CE6E1B" w:rsidRDefault="00A354A0" w:rsidP="00A354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основании статьи 66.1. Трудового кодекса Российской Федерации, Федерального закона от 16 декабря 2019 года</w:t>
            </w:r>
            <w:r w:rsidR="00E61958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 439-ФЗ «О внесении изменений в Трудовой кодекс Российской федерации в части формирования сведений о трудовой деятельности в электронном виде» приняты:</w:t>
            </w:r>
          </w:p>
          <w:p w:rsidR="00A354A0" w:rsidRPr="00CE6E1B" w:rsidRDefault="00E61958" w:rsidP="00A354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аспоряжение администрации </w:t>
            </w:r>
            <w:proofErr w:type="spellStart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11 ноября 2020 года № 574-о 2Овнесении изменений в распоряжение администрации </w:t>
            </w:r>
            <w:proofErr w:type="spellStart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</w:t>
            </w:r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03 октября 2019 года№ 667-р «об утверждении Правил внутреннего трудового распорядка администрации </w:t>
            </w:r>
            <w:proofErr w:type="spellStart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района»;</w:t>
            </w:r>
          </w:p>
          <w:p w:rsidR="00A354A0" w:rsidRPr="00CE6E1B" w:rsidRDefault="00E61958" w:rsidP="00A354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ешение Думы </w:t>
            </w:r>
            <w:proofErr w:type="spellStart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от 29 января 2021 года № 750 «О внесении изменений в постановление администрации </w:t>
            </w:r>
            <w:proofErr w:type="spellStart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от 04 декабря 2017 года № 2070 «Об утверждении Порядка размещения сведений 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доходах, расходах, об имуществе и обязательствах имущественного характера лиц, замещающих должности муниципальной службы органов местного самоуправления муниципального образования </w:t>
            </w:r>
            <w:proofErr w:type="spellStart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Кондинский</w:t>
            </w:r>
            <w:proofErr w:type="spellEnd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и членов их семей на официальном сайте органов местного самоуправления муниципального образования </w:t>
            </w:r>
            <w:proofErr w:type="spellStart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Кондинский</w:t>
            </w:r>
            <w:proofErr w:type="spellEnd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 и предоставления этих сведений общероссийским и окружным средствам массовой информации для опубликования»;</w:t>
            </w:r>
          </w:p>
          <w:p w:rsidR="00A354A0" w:rsidRPr="00CE6E1B" w:rsidRDefault="00E61958" w:rsidP="00456B8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Р</w:t>
            </w:r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ешение Думы </w:t>
            </w:r>
            <w:proofErr w:type="spellStart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от 29 сентября 2020 года № 694 «О внесении изменения</w:t>
            </w:r>
            <w:r w:rsidR="00456B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решение Думы </w:t>
            </w:r>
            <w:proofErr w:type="spellStart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от 24 июня 2015 года № 579 «О Порядке проведения конкурса на замещение должности муниципальной службы в органах местного самоуправления муниципального образования </w:t>
            </w:r>
            <w:proofErr w:type="spellStart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Кондинский</w:t>
            </w:r>
            <w:proofErr w:type="spellEnd"/>
            <w:r w:rsidR="00A354A0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район».</w:t>
            </w:r>
          </w:p>
        </w:tc>
      </w:tr>
      <w:tr w:rsidR="00A354A0" w:rsidRPr="00CE6E1B" w:rsidTr="003D669D">
        <w:trPr>
          <w:trHeight w:val="1042"/>
        </w:trPr>
        <w:tc>
          <w:tcPr>
            <w:tcW w:w="2833" w:type="dxa"/>
          </w:tcPr>
          <w:p w:rsidR="00A354A0" w:rsidRPr="00CE6E1B" w:rsidRDefault="00A354A0" w:rsidP="00A354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Подпункт 6) пункта 1</w:t>
            </w:r>
          </w:p>
        </w:tc>
        <w:tc>
          <w:tcPr>
            <w:tcW w:w="6594" w:type="dxa"/>
          </w:tcPr>
          <w:p w:rsidR="00A354A0" w:rsidRPr="00CE6E1B" w:rsidRDefault="00F9538A" w:rsidP="00DB1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Мониторинг и внесение изменений в НПА с помощью системы «Аналитик регионального законодательства» ведется систематически.</w:t>
            </w:r>
            <w:r w:rsid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E6E1B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Проводится работа по устранению выявленных несоответствий муниципальных нормативных правовых актов действующему законодательству, отраженных в автоматизированной информационной системе «Аналитик регион</w:t>
            </w:r>
            <w:r w:rsid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ального законодательства</w:t>
            </w:r>
            <w:r w:rsidR="00CE6E1B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3B3A25" w:rsidRPr="00CE6E1B" w:rsidRDefault="003B3A25" w:rsidP="00DB1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538A" w:rsidRPr="00CE6E1B" w:rsidTr="003D669D">
        <w:trPr>
          <w:trHeight w:val="2280"/>
        </w:trPr>
        <w:tc>
          <w:tcPr>
            <w:tcW w:w="2833" w:type="dxa"/>
          </w:tcPr>
          <w:p w:rsidR="00F9538A" w:rsidRPr="00CE6E1B" w:rsidRDefault="00564D03" w:rsidP="00A354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 </w:t>
            </w:r>
            <w:r w:rsidR="00F9538A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94" w:type="dxa"/>
          </w:tcPr>
          <w:p w:rsidR="000C5F63" w:rsidRPr="00CE6E1B" w:rsidRDefault="000C5F63" w:rsidP="000C5F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целью внедрения программы «Пушкинская карта» на территории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района, управление культуры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администрации </w:t>
            </w:r>
            <w:proofErr w:type="spellStart"/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осуществляет информационную поддержку учреждениям культуры в подключении к программе с направлением информационных материалов. </w:t>
            </w:r>
          </w:p>
          <w:p w:rsidR="000C5F63" w:rsidRPr="00CE6E1B" w:rsidRDefault="000C5F63" w:rsidP="000C5F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Кондинском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районе 4 учреждения культуры, вошедшие в программу «Пушкинская карта»:</w:t>
            </w:r>
          </w:p>
          <w:p w:rsidR="000C5F63" w:rsidRPr="00CE6E1B" w:rsidRDefault="000C5F63" w:rsidP="000C5F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МУК 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Районный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Учинский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историко-этнографический музей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имени Анатолия Николаевича Хомякова п. Половинка;</w:t>
            </w:r>
          </w:p>
          <w:p w:rsidR="000C5F63" w:rsidRPr="00CE6E1B" w:rsidRDefault="000C5F63" w:rsidP="000C5F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МУК «Районный Дворец культуры и искусств «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Конда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гп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Междуреченский;</w:t>
            </w:r>
          </w:p>
          <w:p w:rsidR="000C5F63" w:rsidRPr="00CE6E1B" w:rsidRDefault="000C5F63" w:rsidP="000C5F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МУК «Районный краеведческий музей имени Н.С.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Цехновой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 п.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Кондинское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C5F63" w:rsidRPr="00CE6E1B" w:rsidRDefault="000C5F63" w:rsidP="000C5F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4.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МКУ 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Центр культуры и молодежи 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Камертон</w:t>
            </w:r>
            <w:r w:rsidR="0012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гп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Куминское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C5F63" w:rsidRPr="00CE6E1B" w:rsidRDefault="000C5F63" w:rsidP="000C5F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рамках продвижения «Пушкинской карты» среди молодых людей в возрасте от 14 до 22 лет на постоянной основе учреждения культуры проводят информационную кампанию о реализуемых мероприятиях по карте, встречаются со студентами Междуреченского агропромышленного колледжа, школьниками, с руководителями общеобразовательных организаций района и информируют о возможностях Пушкинской карты. </w:t>
            </w:r>
          </w:p>
          <w:p w:rsidR="000C5F63" w:rsidRPr="00CE6E1B" w:rsidRDefault="000C5F63" w:rsidP="000C5F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сайте администрации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создан раздел «Пушкинская карта», где содержится актуальная информация о программе и участниках программы (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Кондинский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 | Пушкинская карта (admkonda.ru).</w:t>
            </w:r>
          </w:p>
          <w:p w:rsidR="00F9538A" w:rsidRPr="00CE6E1B" w:rsidRDefault="000C5F63" w:rsidP="000C5F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Кондинском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районе к программе «Пушкинская карта» для кинопоказов российских фильмов в феврале 2022 года подключено Муниципальное учреждение культуры «Районный Дворец культуры и искусств «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Конда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F9538A" w:rsidRPr="00CE6E1B" w:rsidTr="003D669D">
        <w:trPr>
          <w:trHeight w:val="2280"/>
        </w:trPr>
        <w:tc>
          <w:tcPr>
            <w:tcW w:w="2833" w:type="dxa"/>
          </w:tcPr>
          <w:p w:rsidR="00F9538A" w:rsidRPr="00CE6E1B" w:rsidRDefault="00564D03" w:rsidP="00A354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Пункт </w:t>
            </w:r>
            <w:r w:rsidR="00F9538A"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94" w:type="dxa"/>
          </w:tcPr>
          <w:p w:rsidR="000C5F63" w:rsidRPr="00CE6E1B" w:rsidRDefault="000C5F63" w:rsidP="000C5F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Арт - резиденция в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Кондинском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районе расположена в п. Междуреченский на базе МУК «Районный Дворец культуры и искусств «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Конда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0C5F63" w:rsidRPr="00CE6E1B" w:rsidRDefault="000C5F63" w:rsidP="000C5F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Арт-резиденция объединяет художников и мастеров декоративно-прикладного</w:t>
            </w:r>
            <w:r w:rsidR="009C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творчества, кондитеров, коллекционеров, мастеров сферы красоты. </w:t>
            </w:r>
          </w:p>
          <w:p w:rsidR="00F9538A" w:rsidRPr="00CE6E1B" w:rsidRDefault="000C5F63" w:rsidP="00456B8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В рамках резиденции проходят выставки, мастер-классы, конкурсы,</w:t>
            </w:r>
            <w:r w:rsidR="00456B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семейные праздники авторского подарка, арт-ярмарки.</w:t>
            </w:r>
          </w:p>
        </w:tc>
      </w:tr>
      <w:tr w:rsidR="009D2333" w:rsidRPr="00CE6E1B" w:rsidTr="00456B85">
        <w:trPr>
          <w:trHeight w:val="1300"/>
        </w:trPr>
        <w:tc>
          <w:tcPr>
            <w:tcW w:w="9427" w:type="dxa"/>
            <w:gridSpan w:val="2"/>
          </w:tcPr>
          <w:p w:rsidR="009D2333" w:rsidRPr="00CE6E1B" w:rsidRDefault="009D2333" w:rsidP="00456B8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Информация по исполнению решения </w:t>
            </w:r>
            <w:r w:rsidR="00456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девят</w:t>
            </w:r>
            <w:r w:rsidRPr="00CE6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надцатого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</w:t>
            </w:r>
          </w:p>
        </w:tc>
      </w:tr>
      <w:tr w:rsidR="009D2333" w:rsidRPr="00CE6E1B" w:rsidTr="003D669D">
        <w:trPr>
          <w:trHeight w:val="2280"/>
        </w:trPr>
        <w:tc>
          <w:tcPr>
            <w:tcW w:w="2833" w:type="dxa"/>
          </w:tcPr>
          <w:p w:rsidR="009D2333" w:rsidRPr="00CE6E1B" w:rsidRDefault="00564D03" w:rsidP="00DB1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 2</w:t>
            </w:r>
          </w:p>
        </w:tc>
        <w:tc>
          <w:tcPr>
            <w:tcW w:w="6594" w:type="dxa"/>
          </w:tcPr>
          <w:p w:rsidR="009D2333" w:rsidRPr="00CE6E1B" w:rsidRDefault="003D669D" w:rsidP="003D669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период с 01 июля по 18 августа 2022 года организовано обследование систем видеонаблюдения образовательных организаций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(детские сады, школы, организации дополнительного образования) в количестве 37 объектов, по результатам которого недостатков выявлено не было, оборудование работает в штатном режиме. Вместе с тем, интеграция систем видеонаблюдения учреждений в АПК «Безопасный город» не предоставляется возможным, так как АПК «Безопасный город» имеется только в </w:t>
            </w:r>
            <w:r w:rsidR="00A015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</w:t>
            </w:r>
            <w:proofErr w:type="spellStart"/>
            <w:r w:rsidR="00A015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="00A015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Междуреченский и ресурс которого для подключения дополнительных объектов исчерпан. В связи с этим перечень объектов, системы видеонаблюдения которых подлежат интеграции в АПК «Безопасный город» не предоставляем.</w:t>
            </w:r>
          </w:p>
          <w:p w:rsidR="003D669D" w:rsidRPr="00CE6E1B" w:rsidRDefault="003D669D" w:rsidP="003D669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4D03" w:rsidRPr="00CE6E1B" w:rsidTr="00CE6E1B">
        <w:trPr>
          <w:trHeight w:val="558"/>
        </w:trPr>
        <w:tc>
          <w:tcPr>
            <w:tcW w:w="2833" w:type="dxa"/>
          </w:tcPr>
          <w:p w:rsidR="00564D03" w:rsidRPr="00CE6E1B" w:rsidRDefault="00564D03" w:rsidP="00DB1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 6</w:t>
            </w:r>
          </w:p>
        </w:tc>
        <w:tc>
          <w:tcPr>
            <w:tcW w:w="6594" w:type="dxa"/>
          </w:tcPr>
          <w:p w:rsidR="00564D03" w:rsidRPr="00CE6E1B" w:rsidRDefault="00564D03" w:rsidP="00564D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Кондинский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 принимает участие в 6 национальных проектах («Демография», «Образование», «Культура», «Жилье и городская среда»; «Экология»; «Малое и среднее предпринимательство и поддержка индивидуальной предпринимательской инициативы»).</w:t>
            </w:r>
          </w:p>
          <w:p w:rsidR="00564D03" w:rsidRPr="00CE6E1B" w:rsidRDefault="00564D03" w:rsidP="00564D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Для </w:t>
            </w:r>
            <w:proofErr w:type="spellStart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Кондинского</w:t>
            </w:r>
            <w:proofErr w:type="spellEnd"/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в рамках национальных проектов установлено 25 целевых показателей.</w:t>
            </w:r>
          </w:p>
          <w:p w:rsidR="00564D03" w:rsidRPr="00CE6E1B" w:rsidRDefault="00564D03" w:rsidP="00564D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состоянию на 29.11.2022 достигнуто на 100% - 20 целевых показателей.</w:t>
            </w:r>
          </w:p>
          <w:p w:rsidR="00564D03" w:rsidRPr="00CE6E1B" w:rsidRDefault="00564D03" w:rsidP="00564D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5 показателям ожидаемое исполнение на 31.12.2022 – 100%.</w:t>
            </w:r>
          </w:p>
          <w:p w:rsidR="00564D03" w:rsidRPr="00CE6E1B" w:rsidRDefault="00564D03" w:rsidP="00564D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Риски не достижения отсутствуют.</w:t>
            </w:r>
          </w:p>
        </w:tc>
      </w:tr>
    </w:tbl>
    <w:p w:rsidR="00EC5785" w:rsidRDefault="00EC5785" w:rsidP="00EC5785">
      <w:pPr>
        <w:tabs>
          <w:tab w:val="left" w:pos="435"/>
        </w:tabs>
        <w:spacing w:after="0" w:line="0" w:lineRule="atLeast"/>
        <w:rPr>
          <w:rFonts w:ascii="Times New Roman" w:hAnsi="Times New Roman" w:cs="Times New Roman"/>
          <w:bCs/>
          <w:sz w:val="24"/>
          <w:szCs w:val="24"/>
        </w:rPr>
        <w:sectPr w:rsidR="00EC5785" w:rsidSect="005B1964">
          <w:pgSz w:w="11906" w:h="16838"/>
          <w:pgMar w:top="1134" w:right="849" w:bottom="993" w:left="1620" w:header="709" w:footer="709" w:gutter="0"/>
          <w:cols w:space="708"/>
          <w:docGrid w:linePitch="360"/>
        </w:sectPr>
      </w:pPr>
    </w:p>
    <w:p w:rsidR="00F64688" w:rsidRPr="00F64688" w:rsidRDefault="00F64688" w:rsidP="00A01554">
      <w:pPr>
        <w:tabs>
          <w:tab w:val="left" w:pos="435"/>
        </w:tabs>
        <w:spacing w:after="0" w:line="0" w:lineRule="atLeast"/>
        <w:rPr>
          <w:rFonts w:ascii="Times New Roman" w:hAnsi="Times New Roman" w:cs="Times New Roman"/>
          <w:bCs/>
          <w:sz w:val="24"/>
          <w:szCs w:val="24"/>
        </w:rPr>
      </w:pPr>
    </w:p>
    <w:sectPr w:rsidR="00F64688" w:rsidRPr="00F64688" w:rsidSect="00A01554">
      <w:pgSz w:w="16838" w:h="11906" w:orient="landscape"/>
      <w:pgMar w:top="1620" w:right="1134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AED" w:rsidRDefault="001C3AED" w:rsidP="00617B40">
      <w:pPr>
        <w:spacing w:after="0" w:line="240" w:lineRule="auto"/>
      </w:pPr>
      <w:r>
        <w:separator/>
      </w:r>
    </w:p>
  </w:endnote>
  <w:endnote w:type="continuationSeparator" w:id="0">
    <w:p w:rsidR="001C3AED" w:rsidRDefault="001C3AED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AED" w:rsidRDefault="001C3AED" w:rsidP="00617B40">
      <w:pPr>
        <w:spacing w:after="0" w:line="240" w:lineRule="auto"/>
      </w:pPr>
      <w:r>
        <w:separator/>
      </w:r>
    </w:p>
  </w:footnote>
  <w:footnote w:type="continuationSeparator" w:id="0">
    <w:p w:rsidR="001C3AED" w:rsidRDefault="001C3AED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8F71C9"/>
    <w:multiLevelType w:val="hybridMultilevel"/>
    <w:tmpl w:val="EEF85AD4"/>
    <w:lvl w:ilvl="0" w:tplc="7AA8082C">
      <w:start w:val="1"/>
      <w:numFmt w:val="decimal"/>
      <w:suff w:val="space"/>
      <w:lvlText w:val="%1)"/>
      <w:lvlJc w:val="left"/>
      <w:pPr>
        <w:ind w:left="960" w:hanging="360"/>
      </w:pPr>
      <w:rPr>
        <w:rFonts w:hint="default"/>
        <w:color w:val="1E1D1E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B68"/>
    <w:rsid w:val="00012153"/>
    <w:rsid w:val="000132D6"/>
    <w:rsid w:val="0001533C"/>
    <w:rsid w:val="00017B34"/>
    <w:rsid w:val="0004059E"/>
    <w:rsid w:val="000553F6"/>
    <w:rsid w:val="00060EAF"/>
    <w:rsid w:val="00075DAD"/>
    <w:rsid w:val="00084E01"/>
    <w:rsid w:val="0009153D"/>
    <w:rsid w:val="0009485B"/>
    <w:rsid w:val="00094C89"/>
    <w:rsid w:val="000A20DE"/>
    <w:rsid w:val="000A4869"/>
    <w:rsid w:val="000B30E4"/>
    <w:rsid w:val="000B4C48"/>
    <w:rsid w:val="000B6BD3"/>
    <w:rsid w:val="000C30C6"/>
    <w:rsid w:val="000C5F63"/>
    <w:rsid w:val="000D03F2"/>
    <w:rsid w:val="000E2AD9"/>
    <w:rsid w:val="000F242D"/>
    <w:rsid w:val="00113D3B"/>
    <w:rsid w:val="00126B74"/>
    <w:rsid w:val="001322B1"/>
    <w:rsid w:val="00150967"/>
    <w:rsid w:val="00167936"/>
    <w:rsid w:val="00182B80"/>
    <w:rsid w:val="001847D2"/>
    <w:rsid w:val="0018600B"/>
    <w:rsid w:val="00186A59"/>
    <w:rsid w:val="001C3AED"/>
    <w:rsid w:val="001C5C3F"/>
    <w:rsid w:val="00206CB4"/>
    <w:rsid w:val="00225C7D"/>
    <w:rsid w:val="002300FD"/>
    <w:rsid w:val="00234040"/>
    <w:rsid w:val="00246334"/>
    <w:rsid w:val="002529F0"/>
    <w:rsid w:val="00256FF1"/>
    <w:rsid w:val="00261D49"/>
    <w:rsid w:val="00272880"/>
    <w:rsid w:val="002920C6"/>
    <w:rsid w:val="002A75A0"/>
    <w:rsid w:val="002C6F1B"/>
    <w:rsid w:val="002D0994"/>
    <w:rsid w:val="002D44D7"/>
    <w:rsid w:val="00301280"/>
    <w:rsid w:val="00343BF0"/>
    <w:rsid w:val="00343FF5"/>
    <w:rsid w:val="0034530A"/>
    <w:rsid w:val="003555B8"/>
    <w:rsid w:val="003624D8"/>
    <w:rsid w:val="00365C36"/>
    <w:rsid w:val="00367FEC"/>
    <w:rsid w:val="00383D97"/>
    <w:rsid w:val="00393DAD"/>
    <w:rsid w:val="00397EFC"/>
    <w:rsid w:val="003B3A25"/>
    <w:rsid w:val="003C41D2"/>
    <w:rsid w:val="003C64E8"/>
    <w:rsid w:val="003D669D"/>
    <w:rsid w:val="003E06C3"/>
    <w:rsid w:val="003E494E"/>
    <w:rsid w:val="003F0C86"/>
    <w:rsid w:val="003F2416"/>
    <w:rsid w:val="003F3603"/>
    <w:rsid w:val="003F511F"/>
    <w:rsid w:val="003F7006"/>
    <w:rsid w:val="00404BE7"/>
    <w:rsid w:val="00416B84"/>
    <w:rsid w:val="00417101"/>
    <w:rsid w:val="00422070"/>
    <w:rsid w:val="00431272"/>
    <w:rsid w:val="004333EE"/>
    <w:rsid w:val="0044500A"/>
    <w:rsid w:val="00452611"/>
    <w:rsid w:val="00456B85"/>
    <w:rsid w:val="004635AD"/>
    <w:rsid w:val="00465FC6"/>
    <w:rsid w:val="00476169"/>
    <w:rsid w:val="0049491B"/>
    <w:rsid w:val="004B28BF"/>
    <w:rsid w:val="004B68DE"/>
    <w:rsid w:val="004C069C"/>
    <w:rsid w:val="004C7125"/>
    <w:rsid w:val="004F72DA"/>
    <w:rsid w:val="004F7CDE"/>
    <w:rsid w:val="00521444"/>
    <w:rsid w:val="005246CD"/>
    <w:rsid w:val="00532CA8"/>
    <w:rsid w:val="005439BD"/>
    <w:rsid w:val="00564D03"/>
    <w:rsid w:val="0056694C"/>
    <w:rsid w:val="005723B1"/>
    <w:rsid w:val="005921DC"/>
    <w:rsid w:val="005A66B0"/>
    <w:rsid w:val="005B1964"/>
    <w:rsid w:val="005B2935"/>
    <w:rsid w:val="005B4A1A"/>
    <w:rsid w:val="005B7083"/>
    <w:rsid w:val="005F0864"/>
    <w:rsid w:val="005F2847"/>
    <w:rsid w:val="005F449B"/>
    <w:rsid w:val="00617B40"/>
    <w:rsid w:val="0062166C"/>
    <w:rsid w:val="00621728"/>
    <w:rsid w:val="00623C81"/>
    <w:rsid w:val="00624276"/>
    <w:rsid w:val="00626321"/>
    <w:rsid w:val="00636F28"/>
    <w:rsid w:val="00655734"/>
    <w:rsid w:val="006615CF"/>
    <w:rsid w:val="00670C6B"/>
    <w:rsid w:val="006722F9"/>
    <w:rsid w:val="00681141"/>
    <w:rsid w:val="006A02D8"/>
    <w:rsid w:val="006A5B30"/>
    <w:rsid w:val="006B1282"/>
    <w:rsid w:val="006B3055"/>
    <w:rsid w:val="006C37AF"/>
    <w:rsid w:val="006C77B8"/>
    <w:rsid w:val="006D18AE"/>
    <w:rsid w:val="006D2EC3"/>
    <w:rsid w:val="006D495B"/>
    <w:rsid w:val="006D4D7D"/>
    <w:rsid w:val="006E0AC0"/>
    <w:rsid w:val="00700132"/>
    <w:rsid w:val="007343BF"/>
    <w:rsid w:val="00734AD8"/>
    <w:rsid w:val="0077481C"/>
    <w:rsid w:val="00780104"/>
    <w:rsid w:val="007910CC"/>
    <w:rsid w:val="007A0722"/>
    <w:rsid w:val="007C5828"/>
    <w:rsid w:val="00805A4C"/>
    <w:rsid w:val="00822F9D"/>
    <w:rsid w:val="008376BD"/>
    <w:rsid w:val="008459BB"/>
    <w:rsid w:val="00886731"/>
    <w:rsid w:val="00887852"/>
    <w:rsid w:val="00897CB6"/>
    <w:rsid w:val="008A31F4"/>
    <w:rsid w:val="008A5F65"/>
    <w:rsid w:val="008C2ACB"/>
    <w:rsid w:val="008D6252"/>
    <w:rsid w:val="008E4601"/>
    <w:rsid w:val="008E53E6"/>
    <w:rsid w:val="008F6C0A"/>
    <w:rsid w:val="00903CF1"/>
    <w:rsid w:val="009040C9"/>
    <w:rsid w:val="00904296"/>
    <w:rsid w:val="00927695"/>
    <w:rsid w:val="0093055F"/>
    <w:rsid w:val="00933810"/>
    <w:rsid w:val="00934CF8"/>
    <w:rsid w:val="00941CA7"/>
    <w:rsid w:val="00942C84"/>
    <w:rsid w:val="0096338B"/>
    <w:rsid w:val="009766F0"/>
    <w:rsid w:val="009917B5"/>
    <w:rsid w:val="009A231B"/>
    <w:rsid w:val="009C0855"/>
    <w:rsid w:val="009C1751"/>
    <w:rsid w:val="009C378F"/>
    <w:rsid w:val="009D2333"/>
    <w:rsid w:val="009F4225"/>
    <w:rsid w:val="009F4A23"/>
    <w:rsid w:val="009F6D83"/>
    <w:rsid w:val="009F6EC2"/>
    <w:rsid w:val="00A01554"/>
    <w:rsid w:val="00A14960"/>
    <w:rsid w:val="00A30174"/>
    <w:rsid w:val="00A33D50"/>
    <w:rsid w:val="00A354A0"/>
    <w:rsid w:val="00A425BD"/>
    <w:rsid w:val="00A56B2A"/>
    <w:rsid w:val="00A57476"/>
    <w:rsid w:val="00A72B68"/>
    <w:rsid w:val="00AA4B56"/>
    <w:rsid w:val="00AC16A7"/>
    <w:rsid w:val="00AC194A"/>
    <w:rsid w:val="00AD697A"/>
    <w:rsid w:val="00B17E67"/>
    <w:rsid w:val="00B2079F"/>
    <w:rsid w:val="00B2259C"/>
    <w:rsid w:val="00B230DD"/>
    <w:rsid w:val="00B26E9D"/>
    <w:rsid w:val="00B307DD"/>
    <w:rsid w:val="00B45F61"/>
    <w:rsid w:val="00B53A62"/>
    <w:rsid w:val="00B626AF"/>
    <w:rsid w:val="00B734B2"/>
    <w:rsid w:val="00B76CD1"/>
    <w:rsid w:val="00B81A2D"/>
    <w:rsid w:val="00B81F38"/>
    <w:rsid w:val="00B82AA8"/>
    <w:rsid w:val="00B8334A"/>
    <w:rsid w:val="00B9511D"/>
    <w:rsid w:val="00BB611F"/>
    <w:rsid w:val="00BB6489"/>
    <w:rsid w:val="00BB6639"/>
    <w:rsid w:val="00BE2AF4"/>
    <w:rsid w:val="00BF262A"/>
    <w:rsid w:val="00C002B4"/>
    <w:rsid w:val="00C06E80"/>
    <w:rsid w:val="00C105FB"/>
    <w:rsid w:val="00C16253"/>
    <w:rsid w:val="00C2131C"/>
    <w:rsid w:val="00C21D1F"/>
    <w:rsid w:val="00C239F1"/>
    <w:rsid w:val="00C36F0C"/>
    <w:rsid w:val="00C36F5A"/>
    <w:rsid w:val="00C51F70"/>
    <w:rsid w:val="00C7412C"/>
    <w:rsid w:val="00C93B96"/>
    <w:rsid w:val="00CA7141"/>
    <w:rsid w:val="00CB4C5E"/>
    <w:rsid w:val="00CB50AE"/>
    <w:rsid w:val="00CC7C2A"/>
    <w:rsid w:val="00CE6E1B"/>
    <w:rsid w:val="00CF3794"/>
    <w:rsid w:val="00CF44D0"/>
    <w:rsid w:val="00CF744D"/>
    <w:rsid w:val="00D007DF"/>
    <w:rsid w:val="00D01217"/>
    <w:rsid w:val="00D06920"/>
    <w:rsid w:val="00D155CC"/>
    <w:rsid w:val="00D20948"/>
    <w:rsid w:val="00D213D8"/>
    <w:rsid w:val="00D26095"/>
    <w:rsid w:val="00D4701F"/>
    <w:rsid w:val="00D5129C"/>
    <w:rsid w:val="00D53054"/>
    <w:rsid w:val="00D64FB3"/>
    <w:rsid w:val="00D660A8"/>
    <w:rsid w:val="00D674CE"/>
    <w:rsid w:val="00D8061E"/>
    <w:rsid w:val="00D86C39"/>
    <w:rsid w:val="00DB032D"/>
    <w:rsid w:val="00DC62EF"/>
    <w:rsid w:val="00DD7BF7"/>
    <w:rsid w:val="00DE12FA"/>
    <w:rsid w:val="00DF5C12"/>
    <w:rsid w:val="00E007C9"/>
    <w:rsid w:val="00E020E1"/>
    <w:rsid w:val="00E024DC"/>
    <w:rsid w:val="00E05238"/>
    <w:rsid w:val="00E05262"/>
    <w:rsid w:val="00E1578F"/>
    <w:rsid w:val="00E26486"/>
    <w:rsid w:val="00E475BD"/>
    <w:rsid w:val="00E516F7"/>
    <w:rsid w:val="00E5272C"/>
    <w:rsid w:val="00E54191"/>
    <w:rsid w:val="00E61958"/>
    <w:rsid w:val="00E61DBF"/>
    <w:rsid w:val="00E624C3"/>
    <w:rsid w:val="00E710A1"/>
    <w:rsid w:val="00EC46EE"/>
    <w:rsid w:val="00EC5785"/>
    <w:rsid w:val="00ED01A2"/>
    <w:rsid w:val="00ED123C"/>
    <w:rsid w:val="00EF214F"/>
    <w:rsid w:val="00F114E8"/>
    <w:rsid w:val="00F155DA"/>
    <w:rsid w:val="00F262C9"/>
    <w:rsid w:val="00F3793F"/>
    <w:rsid w:val="00F449DF"/>
    <w:rsid w:val="00F53DEC"/>
    <w:rsid w:val="00F55E37"/>
    <w:rsid w:val="00F64688"/>
    <w:rsid w:val="00F765C7"/>
    <w:rsid w:val="00F838A8"/>
    <w:rsid w:val="00F9538A"/>
    <w:rsid w:val="00FA4CF5"/>
    <w:rsid w:val="00FA600A"/>
    <w:rsid w:val="00FC3FBE"/>
    <w:rsid w:val="00FE367D"/>
    <w:rsid w:val="00FE7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3E06C3"/>
    <w:pPr>
      <w:keepNext/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0D03F2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rsid w:val="003E06C3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F64688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64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1102\Documents\&#1044;&#1077;&#1083;&#1086;%20&#1064;&#1072;&#1073;&#1083;&#1086;&#1085;%20&#1075;&#1083;&#1072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4AC8B-9436-493A-9EDC-172BAE1DF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Дело Шаблон глава.dotx</Template>
  <TotalTime>0</TotalTime>
  <Pages>5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2022-11-30T09:07:00Z</dcterms:created>
  <dcterms:modified xsi:type="dcterms:W3CDTF">2022-11-30T09:07:00Z</dcterms:modified>
</cp:coreProperties>
</file>